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4EB38" w14:textId="77777777" w:rsidR="00116E13" w:rsidRDefault="00116E13" w:rsidP="00001E58">
      <w:pPr>
        <w:jc w:val="center"/>
        <w:rPr>
          <w:b/>
          <w:sz w:val="24"/>
        </w:rPr>
      </w:pPr>
    </w:p>
    <w:p w14:paraId="3A009B76" w14:textId="77777777" w:rsidR="00116E13" w:rsidRDefault="00116E13" w:rsidP="00001E58">
      <w:pPr>
        <w:jc w:val="center"/>
        <w:rPr>
          <w:b/>
          <w:sz w:val="24"/>
        </w:rPr>
      </w:pPr>
    </w:p>
    <w:p w14:paraId="4458C8B8" w14:textId="72FB65A3" w:rsidR="00BF0A63" w:rsidRDefault="00FF4658" w:rsidP="00BF0A63">
      <w:pPr>
        <w:jc w:val="center"/>
        <w:rPr>
          <w:b/>
          <w:sz w:val="24"/>
        </w:rPr>
      </w:pPr>
      <w:r>
        <w:rPr>
          <w:b/>
          <w:sz w:val="24"/>
        </w:rPr>
        <w:t>MÜÜGILEPING nr</w:t>
      </w:r>
      <w:r w:rsidR="000A17B6">
        <w:rPr>
          <w:b/>
          <w:sz w:val="24"/>
        </w:rPr>
        <w:t xml:space="preserve"> </w:t>
      </w:r>
      <w:r w:rsidR="00DB41F9">
        <w:rPr>
          <w:b/>
          <w:sz w:val="24"/>
        </w:rPr>
        <w:t>6-27/202</w:t>
      </w:r>
      <w:r w:rsidR="00477E62">
        <w:rPr>
          <w:b/>
          <w:sz w:val="24"/>
        </w:rPr>
        <w:t>5</w:t>
      </w:r>
      <w:r w:rsidR="003A6397">
        <w:rPr>
          <w:b/>
          <w:sz w:val="24"/>
        </w:rPr>
        <w:t>/</w:t>
      </w:r>
      <w:r w:rsidR="00665EB8">
        <w:rPr>
          <w:b/>
          <w:sz w:val="24"/>
        </w:rPr>
        <w:t>44</w:t>
      </w:r>
    </w:p>
    <w:p w14:paraId="1D19264B" w14:textId="77777777" w:rsidR="00BF0A63" w:rsidRDefault="00BF0A63" w:rsidP="00BF0A63">
      <w:pPr>
        <w:jc w:val="center"/>
        <w:rPr>
          <w:b/>
          <w:sz w:val="24"/>
        </w:rPr>
      </w:pPr>
    </w:p>
    <w:p w14:paraId="68DED0DA" w14:textId="77777777" w:rsidR="00BF0A63" w:rsidRPr="00BF0A63" w:rsidRDefault="00BF0A63" w:rsidP="00BF0A63">
      <w:pPr>
        <w:rPr>
          <w:b/>
          <w:sz w:val="24"/>
        </w:rPr>
      </w:pPr>
    </w:p>
    <w:p w14:paraId="46FF3195" w14:textId="77777777" w:rsidR="00BF0A63" w:rsidRPr="00BF0A63" w:rsidRDefault="00BF0A63" w:rsidP="00BF0A63">
      <w:pPr>
        <w:jc w:val="right"/>
        <w:rPr>
          <w:sz w:val="24"/>
          <w:szCs w:val="24"/>
        </w:rPr>
      </w:pPr>
      <w:r w:rsidRPr="00BF0A63">
        <w:rPr>
          <w:sz w:val="24"/>
          <w:szCs w:val="24"/>
        </w:rPr>
        <w:t>(hiliseima digitaalallkirja kuupäev)</w:t>
      </w:r>
    </w:p>
    <w:p w14:paraId="471DFAAB" w14:textId="77777777" w:rsidR="00BF0A63" w:rsidRPr="00BF0A63" w:rsidRDefault="00246EE5" w:rsidP="00BF0A63">
      <w:pPr>
        <w:tabs>
          <w:tab w:val="left" w:pos="6804"/>
        </w:tabs>
        <w:jc w:val="right"/>
        <w:rPr>
          <w:sz w:val="24"/>
          <w:szCs w:val="24"/>
        </w:rPr>
      </w:pPr>
      <w:sdt>
        <w:sdtPr>
          <w:rPr>
            <w:rFonts w:eastAsia="Calibri"/>
            <w:sz w:val="24"/>
            <w:szCs w:val="24"/>
          </w:rPr>
          <w:id w:val="300272534"/>
          <w:placeholder>
            <w:docPart w:val="1AAF475B6BFE41B8A109C4992F226A8E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F0A63" w:rsidRPr="00BF0A63">
            <w:rPr>
              <w:rFonts w:eastAsia="Calibri"/>
              <w:sz w:val="24"/>
              <w:szCs w:val="24"/>
            </w:rPr>
            <w:t>[Vali kuupäev]</w:t>
          </w:r>
        </w:sdtContent>
      </w:sdt>
    </w:p>
    <w:p w14:paraId="64264E48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2C960A08" w14:textId="77777777" w:rsidR="00BF0A63" w:rsidRDefault="00BF0A63" w:rsidP="000A17B6">
      <w:pPr>
        <w:pStyle w:val="Kehatekst2"/>
        <w:jc w:val="both"/>
        <w:rPr>
          <w:szCs w:val="24"/>
        </w:rPr>
      </w:pPr>
    </w:p>
    <w:p w14:paraId="102F09DA" w14:textId="70E5BF3B" w:rsidR="00FF4658" w:rsidRPr="002B75B8" w:rsidRDefault="00D75448" w:rsidP="00FE60D4">
      <w:pPr>
        <w:pStyle w:val="Kehatekst2"/>
        <w:jc w:val="both"/>
        <w:rPr>
          <w:rFonts w:eastAsia="Calibri"/>
        </w:rPr>
      </w:pPr>
      <w:r>
        <w:rPr>
          <w:szCs w:val="24"/>
        </w:rPr>
        <w:t>STOKKER</w:t>
      </w:r>
      <w:r w:rsidR="00D10585">
        <w:rPr>
          <w:szCs w:val="24"/>
        </w:rPr>
        <w:t xml:space="preserve"> OÜ</w:t>
      </w:r>
      <w:r w:rsidR="000A17B6">
        <w:rPr>
          <w:szCs w:val="24"/>
        </w:rPr>
        <w:t xml:space="preserve">, </w:t>
      </w:r>
      <w:r w:rsidR="004002AC">
        <w:t xml:space="preserve">edaspidi </w:t>
      </w:r>
      <w:r w:rsidR="004002AC">
        <w:rPr>
          <w:b/>
          <w:bCs/>
        </w:rPr>
        <w:t>müüja,</w:t>
      </w:r>
      <w:r w:rsidR="004002AC">
        <w:t xml:space="preserve"> </w:t>
      </w:r>
      <w:r w:rsidR="00937F91" w:rsidRPr="005A1CA9">
        <w:rPr>
          <w:iCs/>
        </w:rPr>
        <w:t xml:space="preserve">keda esindab </w:t>
      </w:r>
      <w:sdt>
        <w:sdtPr>
          <w:tag w:val="Riigimetsa Majandamise Keskuse "/>
          <w:id w:val="219788717"/>
          <w:placeholder>
            <w:docPart w:val="F49A35FE2DC04B509D6501B94652F5FA"/>
          </w:placeholder>
          <w:comboBox>
            <w:listItem w:displayText="põhikirja" w:value="põhikirja"/>
            <w:listItem w:displayText="volikirja" w:value="volikirja"/>
          </w:comboBox>
        </w:sdtPr>
        <w:sdtEndPr/>
        <w:sdtContent>
          <w:r w:rsidR="00106E11" w:rsidRPr="002B75B8">
            <w:t>volikirja</w:t>
          </w:r>
        </w:sdtContent>
      </w:sdt>
      <w:r w:rsidR="00342061" w:rsidRPr="002B75B8">
        <w:rPr>
          <w:iCs/>
        </w:rPr>
        <w:t xml:space="preserve"> </w:t>
      </w:r>
      <w:r w:rsidR="00937F91" w:rsidRPr="005A1CA9">
        <w:rPr>
          <w:iCs/>
        </w:rPr>
        <w:t xml:space="preserve">alusel </w:t>
      </w:r>
      <w:r w:rsidR="00246EE5">
        <w:rPr>
          <w:rFonts w:eastAsia="Calibri"/>
        </w:rPr>
        <w:t>m</w:t>
      </w:r>
      <w:r w:rsidR="00106E11" w:rsidRPr="002B75B8">
        <w:rPr>
          <w:rFonts w:eastAsia="Calibri"/>
        </w:rPr>
        <w:t xml:space="preserve">üügihaldur Andres </w:t>
      </w:r>
      <w:proofErr w:type="spellStart"/>
      <w:r w:rsidR="00106E11" w:rsidRPr="002B75B8">
        <w:rPr>
          <w:rFonts w:eastAsia="Calibri"/>
        </w:rPr>
        <w:t>Ivask</w:t>
      </w:r>
      <w:proofErr w:type="spellEnd"/>
      <w:r w:rsidR="00937F91" w:rsidRPr="002B75B8">
        <w:rPr>
          <w:rFonts w:eastAsia="Calibri"/>
        </w:rPr>
        <w:t>, ühelt poolt,</w:t>
      </w:r>
    </w:p>
    <w:p w14:paraId="37889E5F" w14:textId="77777777" w:rsidR="00DC2F7A" w:rsidRPr="00FE60D4" w:rsidRDefault="00DC2F7A" w:rsidP="00FE60D4">
      <w:pPr>
        <w:pStyle w:val="Kehatekst2"/>
        <w:jc w:val="both"/>
        <w:rPr>
          <w:rFonts w:eastAsia="Calibri"/>
        </w:rPr>
      </w:pPr>
    </w:p>
    <w:p w14:paraId="7799980E" w14:textId="39403237" w:rsidR="00FF4658" w:rsidRPr="00C762F1" w:rsidRDefault="00BF0A63" w:rsidP="002522F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 </w:t>
      </w:r>
      <w:r w:rsidR="002522FF" w:rsidRPr="002522FF">
        <w:rPr>
          <w:sz w:val="24"/>
          <w:szCs w:val="24"/>
        </w:rPr>
        <w:t>Riigimetsa Majandamise Keskus,</w:t>
      </w:r>
      <w:r>
        <w:rPr>
          <w:sz w:val="24"/>
          <w:szCs w:val="24"/>
        </w:rPr>
        <w:t xml:space="preserve"> edaspidi</w:t>
      </w:r>
      <w:r>
        <w:rPr>
          <w:b/>
          <w:sz w:val="24"/>
          <w:szCs w:val="24"/>
        </w:rPr>
        <w:t xml:space="preserve"> ostja</w:t>
      </w:r>
      <w:r>
        <w:rPr>
          <w:sz w:val="24"/>
          <w:szCs w:val="24"/>
        </w:rPr>
        <w:t xml:space="preserve">, </w:t>
      </w:r>
      <w:r w:rsidR="002522FF" w:rsidRPr="002522FF">
        <w:rPr>
          <w:sz w:val="24"/>
          <w:szCs w:val="24"/>
        </w:rPr>
        <w:t>keda</w:t>
      </w:r>
      <w:r w:rsidR="00710A4D">
        <w:rPr>
          <w:sz w:val="24"/>
          <w:szCs w:val="24"/>
        </w:rPr>
        <w:t xml:space="preserve"> esindab RMK juhatuse </w:t>
      </w:r>
      <w:sdt>
        <w:sdtPr>
          <w:rPr>
            <w:rFonts w:eastAsia="Calibri"/>
            <w:sz w:val="24"/>
            <w:szCs w:val="24"/>
          </w:rPr>
          <w:id w:val="-397667913"/>
          <w:placeholder>
            <w:docPart w:val="99DEA9B1C0404B73AE3C1B2025B86DBA"/>
          </w:placeholder>
          <w:date w:fullDate="2024-01-16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7524CD">
            <w:rPr>
              <w:rFonts w:eastAsia="Calibri"/>
              <w:sz w:val="24"/>
              <w:szCs w:val="24"/>
            </w:rPr>
            <w:t>16.01.2024</w:t>
          </w:r>
        </w:sdtContent>
      </w:sdt>
      <w:r w:rsidR="002522FF" w:rsidRPr="002522FF">
        <w:rPr>
          <w:sz w:val="24"/>
          <w:szCs w:val="24"/>
        </w:rPr>
        <w:t xml:space="preserve"> otsusega nr </w:t>
      </w:r>
      <w:r w:rsidR="007524CD">
        <w:rPr>
          <w:sz w:val="24"/>
          <w:szCs w:val="24"/>
        </w:rPr>
        <w:t>1-5/</w:t>
      </w:r>
      <w:r w:rsidR="00DC2F7A">
        <w:rPr>
          <w:sz w:val="24"/>
          <w:szCs w:val="24"/>
        </w:rPr>
        <w:t xml:space="preserve"> </w:t>
      </w:r>
      <w:r w:rsidR="002522FF" w:rsidRPr="002522FF">
        <w:rPr>
          <w:sz w:val="24"/>
          <w:szCs w:val="24"/>
        </w:rPr>
        <w:t>kinnitatud RMK</w:t>
      </w:r>
      <w:r w:rsidR="000A17B6">
        <w:rPr>
          <w:sz w:val="24"/>
          <w:szCs w:val="24"/>
        </w:rPr>
        <w:t xml:space="preserve"> </w:t>
      </w:r>
      <w:r w:rsidR="00DC2F7A">
        <w:rPr>
          <w:sz w:val="24"/>
          <w:szCs w:val="24"/>
        </w:rPr>
        <w:t>Külastuskorralduse osakonna</w:t>
      </w:r>
      <w:r w:rsidR="002522FF" w:rsidRPr="002522FF">
        <w:rPr>
          <w:sz w:val="24"/>
          <w:szCs w:val="24"/>
        </w:rPr>
        <w:t xml:space="preserve"> põhimääruse alusel</w:t>
      </w:r>
      <w:r w:rsidR="00C762F1">
        <w:rPr>
          <w:sz w:val="24"/>
          <w:szCs w:val="24"/>
        </w:rPr>
        <w:t xml:space="preserve"> </w:t>
      </w:r>
      <w:r w:rsidR="00DC2F7A">
        <w:rPr>
          <w:rFonts w:eastAsia="Calibri"/>
          <w:sz w:val="24"/>
          <w:szCs w:val="24"/>
        </w:rPr>
        <w:t>Külastusala juht Tiia Ilmet</w:t>
      </w:r>
      <w:r w:rsidR="00FF4658" w:rsidRPr="00C762F1">
        <w:rPr>
          <w:sz w:val="24"/>
          <w:szCs w:val="24"/>
        </w:rPr>
        <w:t xml:space="preserve">, teiselt poolt </w:t>
      </w:r>
    </w:p>
    <w:p w14:paraId="5A6B4333" w14:textId="77777777" w:rsidR="00BF0A63" w:rsidRPr="00C762F1" w:rsidRDefault="00BF0A63">
      <w:pPr>
        <w:jc w:val="both"/>
        <w:rPr>
          <w:sz w:val="24"/>
          <w:szCs w:val="24"/>
        </w:rPr>
      </w:pPr>
    </w:p>
    <w:p w14:paraId="5FFDEDF1" w14:textId="77777777" w:rsidR="00FF4658" w:rsidRDefault="00FF4658">
      <w:pPr>
        <w:jc w:val="both"/>
        <w:rPr>
          <w:sz w:val="24"/>
          <w:szCs w:val="18"/>
        </w:rPr>
      </w:pPr>
      <w:r>
        <w:rPr>
          <w:sz w:val="24"/>
        </w:rPr>
        <w:t xml:space="preserve">keda nimetatakse edaspidi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>
        <w:rPr>
          <w:sz w:val="24"/>
        </w:rPr>
        <w:t xml:space="preserve"> või </w:t>
      </w:r>
      <w:r w:rsidR="00D73769">
        <w:rPr>
          <w:sz w:val="24"/>
        </w:rPr>
        <w:t>ühiselt</w:t>
      </w:r>
      <w:r>
        <w:rPr>
          <w:sz w:val="24"/>
        </w:rPr>
        <w:t xml:space="preserve"> </w:t>
      </w:r>
      <w:r w:rsidR="000A17B6">
        <w:rPr>
          <w:b/>
          <w:bCs/>
          <w:sz w:val="24"/>
        </w:rPr>
        <w:t>p</w:t>
      </w:r>
      <w:r>
        <w:rPr>
          <w:b/>
          <w:bCs/>
          <w:sz w:val="24"/>
        </w:rPr>
        <w:t>ool</w:t>
      </w:r>
      <w:r w:rsidR="00D73769">
        <w:rPr>
          <w:b/>
          <w:bCs/>
          <w:sz w:val="24"/>
        </w:rPr>
        <w:t>ed</w:t>
      </w:r>
      <w:r>
        <w:rPr>
          <w:sz w:val="24"/>
        </w:rPr>
        <w:t>,</w:t>
      </w:r>
    </w:p>
    <w:p w14:paraId="2B9E1E67" w14:textId="77777777" w:rsidR="00FF4658" w:rsidRDefault="00FF4658">
      <w:pPr>
        <w:jc w:val="both"/>
        <w:rPr>
          <w:sz w:val="24"/>
        </w:rPr>
      </w:pPr>
    </w:p>
    <w:p w14:paraId="6C0125D0" w14:textId="05716930" w:rsidR="001A0A50" w:rsidRPr="000E0CFA" w:rsidRDefault="001A0A50" w:rsidP="001A0A50">
      <w:pPr>
        <w:rPr>
          <w:sz w:val="24"/>
          <w:szCs w:val="24"/>
          <w:lang w:eastAsia="et-EE"/>
        </w:rPr>
      </w:pPr>
      <w:r w:rsidRPr="000E0CFA">
        <w:rPr>
          <w:sz w:val="24"/>
          <w:szCs w:val="24"/>
          <w:lang w:eastAsia="et-EE"/>
        </w:rPr>
        <w:t xml:space="preserve">sõlmisid käesoleva </w:t>
      </w:r>
      <w:r w:rsidR="00D73769">
        <w:rPr>
          <w:sz w:val="24"/>
          <w:szCs w:val="24"/>
          <w:lang w:eastAsia="et-EE"/>
        </w:rPr>
        <w:t>l</w:t>
      </w:r>
      <w:r w:rsidRPr="000E0CFA">
        <w:rPr>
          <w:sz w:val="24"/>
          <w:szCs w:val="24"/>
          <w:lang w:eastAsia="et-EE"/>
        </w:rPr>
        <w:t>epingu</w:t>
      </w:r>
      <w:r>
        <w:rPr>
          <w:sz w:val="24"/>
          <w:szCs w:val="24"/>
          <w:lang w:eastAsia="et-EE"/>
        </w:rPr>
        <w:t xml:space="preserve">, </w:t>
      </w:r>
      <w:r w:rsidRPr="000E0CFA">
        <w:rPr>
          <w:sz w:val="24"/>
          <w:szCs w:val="24"/>
          <w:lang w:eastAsia="et-EE"/>
        </w:rPr>
        <w:t xml:space="preserve">edaspidi </w:t>
      </w:r>
      <w:r w:rsidR="000A17B6">
        <w:rPr>
          <w:b/>
          <w:sz w:val="24"/>
          <w:szCs w:val="24"/>
          <w:lang w:eastAsia="et-EE"/>
        </w:rPr>
        <w:t>l</w:t>
      </w:r>
      <w:r w:rsidRPr="000E0CFA">
        <w:rPr>
          <w:b/>
          <w:sz w:val="24"/>
          <w:szCs w:val="24"/>
          <w:lang w:eastAsia="et-EE"/>
        </w:rPr>
        <w:t>eping</w:t>
      </w:r>
      <w:r w:rsidRPr="00A418BC">
        <w:rPr>
          <w:sz w:val="24"/>
          <w:szCs w:val="24"/>
          <w:lang w:eastAsia="et-EE"/>
        </w:rPr>
        <w:t>,</w:t>
      </w:r>
      <w:r w:rsidR="000A17B6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7526E721E18A4AC5A9C209A18203898D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1E1F66">
            <w:rPr>
              <w:sz w:val="24"/>
              <w:szCs w:val="24"/>
              <w:lang w:eastAsia="et-EE"/>
            </w:rPr>
            <w:t>hanke</w:t>
          </w:r>
        </w:sdtContent>
      </w:sdt>
      <w:r w:rsidR="000A17B6">
        <w:rPr>
          <w:sz w:val="24"/>
          <w:szCs w:val="24"/>
          <w:lang w:eastAsia="et-EE"/>
        </w:rPr>
        <w:t xml:space="preserve"> 1-47/</w:t>
      </w:r>
      <w:r w:rsidR="00631C3F">
        <w:rPr>
          <w:sz w:val="24"/>
          <w:szCs w:val="24"/>
        </w:rPr>
        <w:t>3224</w:t>
      </w:r>
      <w:r w:rsidRPr="000E0CFA">
        <w:rPr>
          <w:sz w:val="24"/>
          <w:szCs w:val="24"/>
          <w:lang w:eastAsia="et-EE"/>
        </w:rPr>
        <w:t xml:space="preserve"> „</w:t>
      </w:r>
      <w:r w:rsidR="00FE73D0">
        <w:rPr>
          <w:rFonts w:eastAsia="Calibri"/>
          <w:sz w:val="24"/>
          <w:szCs w:val="24"/>
        </w:rPr>
        <w:t>KKO  Lõuna-Eesti piirkonna murutraktori ost</w:t>
      </w:r>
      <w:r w:rsidRPr="000E0CFA">
        <w:rPr>
          <w:sz w:val="24"/>
          <w:szCs w:val="24"/>
          <w:lang w:eastAsia="et-EE"/>
        </w:rPr>
        <w:t>“ tulemusena alljärgnevas:</w:t>
      </w:r>
    </w:p>
    <w:p w14:paraId="031498F3" w14:textId="77777777" w:rsidR="001A0A50" w:rsidRDefault="001A0A50" w:rsidP="000E0CFA">
      <w:pPr>
        <w:rPr>
          <w:sz w:val="24"/>
          <w:szCs w:val="24"/>
          <w:lang w:eastAsia="et-EE"/>
        </w:rPr>
      </w:pPr>
    </w:p>
    <w:p w14:paraId="483C4378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Lepingu objekt</w:t>
      </w:r>
    </w:p>
    <w:p w14:paraId="4AF53E58" w14:textId="172F865B" w:rsidR="00FF4658" w:rsidRPr="00A222B6" w:rsidRDefault="00CD0A8B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proofErr w:type="spellStart"/>
      <w:r w:rsidR="000A17B6" w:rsidRPr="00A222B6">
        <w:rPr>
          <w:sz w:val="24"/>
          <w:szCs w:val="24"/>
        </w:rPr>
        <w:t>ostab</w:t>
      </w:r>
      <w:proofErr w:type="spellEnd"/>
      <w:r w:rsidR="000A17B6" w:rsidRPr="00A222B6">
        <w:rPr>
          <w:sz w:val="24"/>
          <w:szCs w:val="24"/>
        </w:rPr>
        <w:t xml:space="preserve"> </w:t>
      </w:r>
      <w:r w:rsidR="00B52F43">
        <w:rPr>
          <w:sz w:val="24"/>
          <w:szCs w:val="24"/>
        </w:rPr>
        <w:t>m</w:t>
      </w:r>
      <w:r w:rsidR="00CC7BBC">
        <w:rPr>
          <w:sz w:val="24"/>
          <w:szCs w:val="24"/>
        </w:rPr>
        <w:t>urutraktor</w:t>
      </w:r>
      <w:r w:rsidR="00B52F43">
        <w:rPr>
          <w:sz w:val="24"/>
          <w:szCs w:val="24"/>
        </w:rPr>
        <w:t xml:space="preserve">, </w:t>
      </w:r>
      <w:r w:rsidR="003C6B4B">
        <w:rPr>
          <w:rFonts w:ascii="Inter-Light" w:hAnsi="Inter-Light" w:cs="Inter-Light"/>
          <w:sz w:val="22"/>
          <w:szCs w:val="22"/>
          <w:lang w:eastAsia="et-EE"/>
        </w:rPr>
        <w:t>1. 0-pöörderaadiusega murutraktor ARIENS EDGE 4</w:t>
      </w:r>
      <w:r w:rsidR="000A17B6" w:rsidRPr="00A222B6">
        <w:rPr>
          <w:sz w:val="24"/>
          <w:szCs w:val="24"/>
        </w:rPr>
        <w:t>,</w:t>
      </w:r>
      <w:r w:rsidR="00E5436D">
        <w:rPr>
          <w:sz w:val="24"/>
          <w:szCs w:val="24"/>
        </w:rPr>
        <w:t xml:space="preserve"> </w:t>
      </w:r>
      <w:r w:rsidR="00FF4658" w:rsidRPr="00A222B6">
        <w:rPr>
          <w:sz w:val="24"/>
          <w:szCs w:val="24"/>
        </w:rPr>
        <w:t xml:space="preserve">edaspidi </w:t>
      </w:r>
      <w:r w:rsidR="000A17B6" w:rsidRPr="00A222B6">
        <w:rPr>
          <w:b/>
          <w:bCs/>
          <w:sz w:val="24"/>
          <w:szCs w:val="24"/>
        </w:rPr>
        <w:t>v</w:t>
      </w:r>
      <w:r w:rsidR="00FF4658" w:rsidRPr="00A222B6">
        <w:rPr>
          <w:b/>
          <w:bCs/>
          <w:sz w:val="24"/>
          <w:szCs w:val="24"/>
        </w:rPr>
        <w:t>ara</w:t>
      </w:r>
      <w:r w:rsidR="000A17B6" w:rsidRPr="00A222B6">
        <w:rPr>
          <w:sz w:val="24"/>
          <w:szCs w:val="24"/>
        </w:rPr>
        <w:t>, mille kohustub o</w:t>
      </w:r>
      <w:r w:rsidR="00FF4658" w:rsidRPr="00A222B6">
        <w:rPr>
          <w:sz w:val="24"/>
          <w:szCs w:val="24"/>
        </w:rPr>
        <w:t xml:space="preserve">stjale üle andma </w:t>
      </w:r>
      <w:r w:rsidR="004B79C0">
        <w:rPr>
          <w:sz w:val="24"/>
          <w:szCs w:val="24"/>
        </w:rPr>
        <w:t>14</w:t>
      </w:r>
      <w:r w:rsidR="000A17B6" w:rsidRPr="00A222B6">
        <w:rPr>
          <w:sz w:val="24"/>
          <w:szCs w:val="24"/>
        </w:rPr>
        <w:t xml:space="preserve"> päeva jooksul käesoleva l</w:t>
      </w:r>
      <w:r w:rsidR="00FF4658" w:rsidRPr="00A222B6">
        <w:rPr>
          <w:sz w:val="24"/>
          <w:szCs w:val="24"/>
        </w:rPr>
        <w:t xml:space="preserve">epingu allakirjutamisest. </w:t>
      </w:r>
    </w:p>
    <w:p w14:paraId="3D658817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7B22B730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Ostuhind </w:t>
      </w:r>
    </w:p>
    <w:p w14:paraId="7DDAAEA9" w14:textId="5DBD6BCE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Müüja müüb ja o</w:t>
      </w:r>
      <w:r w:rsidR="00FF4658" w:rsidRPr="00A222B6">
        <w:rPr>
          <w:sz w:val="24"/>
          <w:szCs w:val="24"/>
        </w:rPr>
        <w:t xml:space="preserve">stja ostab </w:t>
      </w:r>
      <w:r w:rsidRPr="00A222B6">
        <w:rPr>
          <w:sz w:val="24"/>
          <w:szCs w:val="24"/>
        </w:rPr>
        <w:t>v</w:t>
      </w:r>
      <w:r w:rsidR="00FF4658" w:rsidRPr="00A222B6">
        <w:rPr>
          <w:sz w:val="24"/>
          <w:szCs w:val="24"/>
        </w:rPr>
        <w:t xml:space="preserve">ara hinnaga </w:t>
      </w:r>
      <w:r w:rsidR="00127339">
        <w:rPr>
          <w:sz w:val="24"/>
          <w:szCs w:val="24"/>
        </w:rPr>
        <w:t>3720,61</w:t>
      </w:r>
      <w:r w:rsidRPr="00A222B6">
        <w:rPr>
          <w:sz w:val="24"/>
          <w:szCs w:val="24"/>
        </w:rPr>
        <w:t xml:space="preserve"> (</w:t>
      </w:r>
      <w:r w:rsidR="00646D89">
        <w:rPr>
          <w:rFonts w:eastAsia="Calibri"/>
          <w:sz w:val="24"/>
          <w:szCs w:val="24"/>
        </w:rPr>
        <w:t>kolmtuhat</w:t>
      </w:r>
      <w:r w:rsidR="0042726C">
        <w:rPr>
          <w:rFonts w:eastAsia="Calibri"/>
          <w:sz w:val="24"/>
          <w:szCs w:val="24"/>
        </w:rPr>
        <w:t xml:space="preserve"> seitsesada kakskümmend</w:t>
      </w:r>
      <w:r w:rsidR="00CE22A4">
        <w:rPr>
          <w:rFonts w:eastAsia="Calibri"/>
          <w:sz w:val="24"/>
          <w:szCs w:val="24"/>
        </w:rPr>
        <w:t xml:space="preserve"> </w:t>
      </w:r>
      <w:r w:rsidR="0032226A">
        <w:rPr>
          <w:rFonts w:eastAsia="Calibri"/>
          <w:sz w:val="24"/>
          <w:szCs w:val="24"/>
        </w:rPr>
        <w:t xml:space="preserve">eurot ja </w:t>
      </w:r>
      <w:r w:rsidR="0042726C">
        <w:rPr>
          <w:rFonts w:eastAsia="Calibri"/>
          <w:sz w:val="24"/>
          <w:szCs w:val="24"/>
        </w:rPr>
        <w:t>61</w:t>
      </w:r>
      <w:r w:rsidR="0032226A">
        <w:rPr>
          <w:rFonts w:eastAsia="Calibri"/>
          <w:sz w:val="24"/>
          <w:szCs w:val="24"/>
        </w:rPr>
        <w:t xml:space="preserve"> senti)</w:t>
      </w:r>
      <w:r w:rsidR="0042126E" w:rsidRPr="00A222B6">
        <w:rPr>
          <w:sz w:val="24"/>
          <w:szCs w:val="24"/>
        </w:rPr>
        <w:t xml:space="preserve"> </w:t>
      </w:r>
      <w:r w:rsidR="001B71D9">
        <w:rPr>
          <w:sz w:val="24"/>
          <w:szCs w:val="24"/>
        </w:rPr>
        <w:t>, summale lisandub käibemaks</w:t>
      </w:r>
      <w:r w:rsidR="00FF4658" w:rsidRPr="00A222B6">
        <w:rPr>
          <w:sz w:val="24"/>
          <w:szCs w:val="24"/>
        </w:rPr>
        <w:t xml:space="preserve"> </w:t>
      </w:r>
    </w:p>
    <w:p w14:paraId="496B7DE8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3BCA1881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Arveldus</w:t>
      </w:r>
    </w:p>
    <w:p w14:paraId="531AE3EE" w14:textId="260C0CF0" w:rsidR="004955EC" w:rsidRPr="004955EC" w:rsidRDefault="000A17B6" w:rsidP="004955EC">
      <w:pPr>
        <w:pStyle w:val="Pealkiri21"/>
        <w:rPr>
          <w:sz w:val="24"/>
          <w:szCs w:val="24"/>
        </w:rPr>
      </w:pPr>
      <w:r w:rsidRPr="004955EC">
        <w:rPr>
          <w:sz w:val="24"/>
          <w:szCs w:val="24"/>
        </w:rPr>
        <w:t xml:space="preserve">Ostja tasub saadud vara </w:t>
      </w:r>
      <w:r w:rsidR="00FF4658" w:rsidRPr="004955EC">
        <w:rPr>
          <w:sz w:val="24"/>
          <w:szCs w:val="24"/>
        </w:rPr>
        <w:t xml:space="preserve">eest pangaülekande teel </w:t>
      </w:r>
      <w:r w:rsidR="00BC6A87">
        <w:rPr>
          <w:sz w:val="24"/>
          <w:szCs w:val="24"/>
        </w:rPr>
        <w:t>10</w:t>
      </w:r>
      <w:r w:rsidRPr="004955EC">
        <w:rPr>
          <w:sz w:val="24"/>
          <w:szCs w:val="24"/>
        </w:rPr>
        <w:t xml:space="preserve"> päeva jooksul v</w:t>
      </w:r>
      <w:r w:rsidR="00FF4658" w:rsidRPr="004955EC">
        <w:rPr>
          <w:sz w:val="24"/>
          <w:szCs w:val="24"/>
        </w:rPr>
        <w:t>ara vastuvõtmisest.</w:t>
      </w:r>
    </w:p>
    <w:p w14:paraId="49A6FDD9" w14:textId="77777777" w:rsidR="004955EC" w:rsidRPr="004955EC" w:rsidRDefault="004955EC" w:rsidP="004955EC">
      <w:pPr>
        <w:pStyle w:val="Pealkiri21"/>
        <w:jc w:val="both"/>
        <w:rPr>
          <w:sz w:val="24"/>
          <w:szCs w:val="24"/>
        </w:rPr>
      </w:pPr>
      <w:r w:rsidRPr="004955EC">
        <w:rPr>
          <w:sz w:val="24"/>
          <w:szCs w:val="24"/>
        </w:rPr>
        <w:t>Müüja esitab arve vaid elektrooniliselt. Arve esitamiseks tuleb kasutada elektrooniliste arvete esitamiseks mõeldud raamatupidamistarkvara või raamatupidamistarkvara E-</w:t>
      </w:r>
      <w:proofErr w:type="spellStart"/>
      <w:r w:rsidRPr="004955EC">
        <w:rPr>
          <w:sz w:val="24"/>
          <w:szCs w:val="24"/>
        </w:rPr>
        <w:t>arveldaja</w:t>
      </w:r>
      <w:proofErr w:type="spellEnd"/>
      <w:r w:rsidRPr="004955EC">
        <w:rPr>
          <w:sz w:val="24"/>
          <w:szCs w:val="24"/>
        </w:rPr>
        <w:t>, mis asub ettevõtjaportaalis https://www.rik.ee/et/e-arveldaja.</w:t>
      </w:r>
    </w:p>
    <w:p w14:paraId="26654640" w14:textId="77777777" w:rsidR="00FF4658" w:rsidRPr="00A222B6" w:rsidRDefault="00FF4658" w:rsidP="004955EC">
      <w:pPr>
        <w:pStyle w:val="Pealkiri21"/>
        <w:numPr>
          <w:ilvl w:val="0"/>
          <w:numId w:val="0"/>
        </w:numPr>
        <w:ind w:left="576"/>
        <w:rPr>
          <w:sz w:val="24"/>
          <w:szCs w:val="24"/>
        </w:rPr>
      </w:pPr>
      <w:r w:rsidRPr="004955EC">
        <w:rPr>
          <w:sz w:val="24"/>
          <w:szCs w:val="24"/>
        </w:rPr>
        <w:t xml:space="preserve"> </w:t>
      </w:r>
    </w:p>
    <w:p w14:paraId="1644C59E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Müüja kinnitused</w:t>
      </w:r>
    </w:p>
    <w:p w14:paraId="675DF2FF" w14:textId="77777777" w:rsidR="00FF4658" w:rsidRPr="00A222B6" w:rsidRDefault="000A17B6" w:rsidP="00514AF9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A222B6">
        <w:rPr>
          <w:sz w:val="24"/>
          <w:szCs w:val="24"/>
        </w:rPr>
        <w:t>Müüja kinnitab, et v</w:t>
      </w:r>
      <w:r w:rsidR="00FF4658" w:rsidRPr="00A222B6">
        <w:rPr>
          <w:sz w:val="24"/>
          <w:szCs w:val="24"/>
        </w:rPr>
        <w:t xml:space="preserve">ara vastab lepingutingimustele ning kolmandatel </w:t>
      </w:r>
      <w:proofErr w:type="spellStart"/>
      <w:r w:rsidR="00FF4658" w:rsidRPr="00A222B6">
        <w:rPr>
          <w:sz w:val="24"/>
          <w:szCs w:val="24"/>
        </w:rPr>
        <w:t>iskutel</w:t>
      </w:r>
      <w:proofErr w:type="spellEnd"/>
      <w:r w:rsidRPr="00A222B6">
        <w:rPr>
          <w:sz w:val="24"/>
          <w:szCs w:val="24"/>
        </w:rPr>
        <w:t xml:space="preserve"> ei ole v</w:t>
      </w:r>
      <w:r w:rsidR="00FF4658" w:rsidRPr="00A222B6">
        <w:rPr>
          <w:sz w:val="24"/>
          <w:szCs w:val="24"/>
        </w:rPr>
        <w:t xml:space="preserve">ara suhtes nõudeid või muid õigusi, mida nad võivad esitada. </w:t>
      </w:r>
    </w:p>
    <w:p w14:paraId="1A400E1C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266A0A1C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 xml:space="preserve">Lisatingimused </w:t>
      </w:r>
    </w:p>
    <w:p w14:paraId="411EB437" w14:textId="77777777" w:rsidR="00C56357" w:rsidRDefault="00C56357" w:rsidP="00C56357">
      <w:pPr>
        <w:autoSpaceDE w:val="0"/>
        <w:autoSpaceDN w:val="0"/>
        <w:adjustRightInd w:val="0"/>
        <w:rPr>
          <w:rFonts w:ascii="Times-Roman" w:hAnsi="Times-Roman" w:cs="Times-Roman"/>
          <w:sz w:val="23"/>
          <w:szCs w:val="23"/>
          <w:lang w:eastAsia="et-EE"/>
        </w:rPr>
      </w:pPr>
      <w:r>
        <w:rPr>
          <w:rFonts w:ascii="Times-Roman" w:hAnsi="Times-Roman" w:cs="Times-Roman"/>
          <w:sz w:val="23"/>
          <w:szCs w:val="23"/>
          <w:lang w:eastAsia="et-EE"/>
        </w:rPr>
        <w:t>Vara garantii kehtib 2 aastat, kui kõik hooldused on õigeaegselt teostatud</w:t>
      </w:r>
    </w:p>
    <w:p w14:paraId="11334CFB" w14:textId="1852F1A7" w:rsidR="004955EC" w:rsidRDefault="00D75448" w:rsidP="00C56357">
      <w:pPr>
        <w:jc w:val="both"/>
        <w:rPr>
          <w:sz w:val="24"/>
          <w:szCs w:val="24"/>
        </w:rPr>
      </w:pPr>
      <w:r>
        <w:rPr>
          <w:rFonts w:ascii="Times-Roman" w:hAnsi="Times-Roman" w:cs="Times-Roman"/>
          <w:sz w:val="23"/>
          <w:szCs w:val="23"/>
          <w:lang w:eastAsia="et-EE"/>
        </w:rPr>
        <w:t xml:space="preserve">Stokker OÜ </w:t>
      </w:r>
      <w:r w:rsidR="00AC5B1C">
        <w:rPr>
          <w:rFonts w:ascii="Times-Roman" w:hAnsi="Times-Roman" w:cs="Times-Roman"/>
          <w:sz w:val="23"/>
          <w:szCs w:val="23"/>
          <w:lang w:eastAsia="et-EE"/>
        </w:rPr>
        <w:t>teenindus</w:t>
      </w:r>
      <w:r w:rsidR="001A3EFC">
        <w:rPr>
          <w:rFonts w:ascii="Times-Roman" w:hAnsi="Times-Roman" w:cs="Times-Roman"/>
          <w:sz w:val="23"/>
          <w:szCs w:val="23"/>
          <w:lang w:eastAsia="et-EE"/>
        </w:rPr>
        <w:t>töö</w:t>
      </w:r>
      <w:r w:rsidR="00AC5B1C">
        <w:rPr>
          <w:rFonts w:ascii="Times-Roman" w:hAnsi="Times-Roman" w:cs="Times-Roman"/>
          <w:sz w:val="23"/>
          <w:szCs w:val="23"/>
          <w:lang w:eastAsia="et-EE"/>
        </w:rPr>
        <w:t>kojas</w:t>
      </w:r>
    </w:p>
    <w:p w14:paraId="781CE96F" w14:textId="77777777" w:rsidR="004955EC" w:rsidRPr="00A222B6" w:rsidRDefault="004955EC" w:rsidP="002F5A22">
      <w:pPr>
        <w:jc w:val="both"/>
        <w:rPr>
          <w:sz w:val="24"/>
          <w:szCs w:val="24"/>
        </w:rPr>
      </w:pPr>
    </w:p>
    <w:p w14:paraId="083446A2" w14:textId="77777777" w:rsidR="00FF4658" w:rsidRPr="00A222B6" w:rsidRDefault="00FF4658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Vara üleandmine-</w:t>
      </w:r>
      <w:proofErr w:type="spellStart"/>
      <w:r w:rsidRPr="00A222B6">
        <w:rPr>
          <w:b/>
          <w:sz w:val="24"/>
          <w:szCs w:val="24"/>
        </w:rPr>
        <w:t>vastuvôtmine</w:t>
      </w:r>
      <w:proofErr w:type="spellEnd"/>
    </w:p>
    <w:p w14:paraId="58865957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üleandmine-vas</w:t>
      </w:r>
      <w:r w:rsidR="000A17B6" w:rsidRPr="00A222B6">
        <w:rPr>
          <w:sz w:val="24"/>
          <w:szCs w:val="24"/>
        </w:rPr>
        <w:t>tuvõtmine vormistatakse mõlema p</w:t>
      </w:r>
      <w:r w:rsidRPr="00A222B6">
        <w:rPr>
          <w:sz w:val="24"/>
          <w:szCs w:val="24"/>
        </w:rPr>
        <w:t>oole poolt allakirjutatud  aktiga.</w:t>
      </w:r>
    </w:p>
    <w:p w14:paraId="351E4A0E" w14:textId="77777777" w:rsidR="00FF4658" w:rsidRPr="00A222B6" w:rsidRDefault="000A17B6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lastRenderedPageBreak/>
        <w:t>Vara loetakse ostjale üleantuks hetkest, kui ostja esindaja on kinnitanud v</w:t>
      </w:r>
      <w:r w:rsidR="00FF4658" w:rsidRPr="00A222B6">
        <w:rPr>
          <w:sz w:val="24"/>
          <w:szCs w:val="24"/>
        </w:rPr>
        <w:t>ara vastuvõtmise aktil oma allkirjaga.</w:t>
      </w:r>
    </w:p>
    <w:p w14:paraId="660BC0B1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juhusliku hävimise</w:t>
      </w:r>
      <w:r w:rsidR="00BC487D" w:rsidRPr="00A222B6">
        <w:rPr>
          <w:sz w:val="24"/>
          <w:szCs w:val="24"/>
        </w:rPr>
        <w:t xml:space="preserve"> ja kahjustumise riisiko läheb ostjale üle v</w:t>
      </w:r>
      <w:r w:rsidRPr="00A222B6">
        <w:rPr>
          <w:sz w:val="24"/>
          <w:szCs w:val="24"/>
        </w:rPr>
        <w:t>ara üleandmisega.</w:t>
      </w:r>
    </w:p>
    <w:p w14:paraId="6BEC3CAF" w14:textId="77777777" w:rsidR="00FF4658" w:rsidRPr="00A222B6" w:rsidRDefault="00FF4658" w:rsidP="002F5A22">
      <w:pPr>
        <w:jc w:val="both"/>
        <w:rPr>
          <w:sz w:val="24"/>
          <w:szCs w:val="24"/>
        </w:rPr>
      </w:pPr>
    </w:p>
    <w:p w14:paraId="60E1057A" w14:textId="77777777" w:rsidR="00FF4658" w:rsidRPr="00A222B6" w:rsidRDefault="00C02389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Vastutus</w:t>
      </w:r>
    </w:p>
    <w:p w14:paraId="339BF58F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Pooled vastutavad lepinguliste kohustuste mittetäitm</w:t>
      </w:r>
      <w:r w:rsidR="00CD0A8B" w:rsidRPr="00A222B6">
        <w:rPr>
          <w:sz w:val="24"/>
          <w:szCs w:val="24"/>
        </w:rPr>
        <w:t>ise võ</w:t>
      </w:r>
      <w:r w:rsidRPr="00A222B6">
        <w:rPr>
          <w:sz w:val="24"/>
          <w:szCs w:val="24"/>
        </w:rPr>
        <w:t>i mittekohase täitmise, sealhulgas täitmisega viivitamise eest.</w:t>
      </w:r>
    </w:p>
    <w:p w14:paraId="0128396F" w14:textId="77777777" w:rsidR="00FF4658" w:rsidRPr="00A222B6" w:rsidRDefault="00BC487D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Mitteõigeaegsel tasumisel on ostja kohus</w:t>
      </w:r>
      <w:r w:rsidR="00CD0A8B" w:rsidRPr="00A222B6">
        <w:rPr>
          <w:sz w:val="24"/>
          <w:szCs w:val="24"/>
        </w:rPr>
        <w:t>tatud tasuma müüjale viivist 0,</w:t>
      </w:r>
      <w:r w:rsidRPr="00A222B6">
        <w:rPr>
          <w:sz w:val="24"/>
          <w:szCs w:val="24"/>
        </w:rPr>
        <w:t>15% v</w:t>
      </w:r>
      <w:r w:rsidR="00FF4658" w:rsidRPr="00A222B6">
        <w:rPr>
          <w:sz w:val="24"/>
          <w:szCs w:val="24"/>
        </w:rPr>
        <w:t>ara ostuhinnast iga viivitatud päeva eest.</w:t>
      </w:r>
    </w:p>
    <w:p w14:paraId="7F2FF990" w14:textId="77777777" w:rsidR="00FF4658" w:rsidRPr="00A222B6" w:rsidRDefault="00FF4658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Vara üleandmise</w:t>
      </w:r>
      <w:r w:rsidR="00BC487D" w:rsidRPr="00A222B6">
        <w:rPr>
          <w:sz w:val="24"/>
          <w:szCs w:val="24"/>
        </w:rPr>
        <w:t>ga viivitamise korral on m</w:t>
      </w:r>
      <w:r w:rsidRPr="00A222B6">
        <w:rPr>
          <w:sz w:val="24"/>
          <w:szCs w:val="24"/>
        </w:rPr>
        <w:t xml:space="preserve">üüja kohustatud tasuma leppetrahvi </w:t>
      </w:r>
      <w:r w:rsidR="00CD0A8B" w:rsidRPr="00A222B6">
        <w:rPr>
          <w:sz w:val="24"/>
          <w:szCs w:val="24"/>
        </w:rPr>
        <w:t>0,</w:t>
      </w:r>
      <w:r w:rsidR="00BC487D" w:rsidRPr="00A222B6">
        <w:rPr>
          <w:sz w:val="24"/>
          <w:szCs w:val="24"/>
        </w:rPr>
        <w:t>15% v</w:t>
      </w:r>
      <w:r w:rsidRPr="00A222B6">
        <w:rPr>
          <w:sz w:val="24"/>
          <w:szCs w:val="24"/>
        </w:rPr>
        <w:t>ara ostuhinnast iga üleandmisega viivitatud pä</w:t>
      </w:r>
      <w:r w:rsidR="00CD0A8B" w:rsidRPr="00A222B6">
        <w:rPr>
          <w:sz w:val="24"/>
          <w:szCs w:val="24"/>
        </w:rPr>
        <w:t>e</w:t>
      </w:r>
      <w:r w:rsidRPr="00A222B6">
        <w:rPr>
          <w:sz w:val="24"/>
          <w:szCs w:val="24"/>
        </w:rPr>
        <w:t xml:space="preserve">va eest.  </w:t>
      </w:r>
    </w:p>
    <w:p w14:paraId="6E8609E3" w14:textId="77777777" w:rsidR="00FF4658" w:rsidRPr="00A222B6" w:rsidRDefault="00FF4658" w:rsidP="002F5A22">
      <w:pPr>
        <w:jc w:val="both"/>
        <w:rPr>
          <w:sz w:val="24"/>
          <w:szCs w:val="24"/>
          <w:u w:val="single"/>
        </w:rPr>
      </w:pPr>
    </w:p>
    <w:p w14:paraId="27364985" w14:textId="77777777" w:rsidR="00FF4658" w:rsidRPr="00A222B6" w:rsidRDefault="00CD0A8B" w:rsidP="002F5A22">
      <w:pPr>
        <w:pStyle w:val="Pealkiri11"/>
        <w:jc w:val="both"/>
        <w:rPr>
          <w:b/>
          <w:sz w:val="24"/>
          <w:szCs w:val="24"/>
        </w:rPr>
      </w:pPr>
      <w:r w:rsidRPr="00A222B6">
        <w:rPr>
          <w:b/>
          <w:sz w:val="24"/>
          <w:szCs w:val="24"/>
        </w:rPr>
        <w:t>Lõ</w:t>
      </w:r>
      <w:r w:rsidR="00FF4658" w:rsidRPr="00A222B6">
        <w:rPr>
          <w:b/>
          <w:sz w:val="24"/>
          <w:szCs w:val="24"/>
        </w:rPr>
        <w:t>ppsätted</w:t>
      </w:r>
    </w:p>
    <w:p w14:paraId="68AF3720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tingimusi võib muuta või täiendada poolte kirjalikul kokkuleppel, välja arvatud juhtudel, kui lepingu muutmise vajadus tuleneb õigusak</w:t>
      </w:r>
      <w:r w:rsidR="00C02389" w:rsidRPr="00A222B6">
        <w:rPr>
          <w:sz w:val="24"/>
          <w:szCs w:val="24"/>
        </w:rPr>
        <w:t xml:space="preserve">tide muutumisest. </w:t>
      </w:r>
    </w:p>
    <w:p w14:paraId="24E2AF3A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>Lepingu või juba jõustunud lepingu lisade muutmine ja täiendamine vormistatakse lepingu lisana.</w:t>
      </w:r>
    </w:p>
    <w:p w14:paraId="27690D6D" w14:textId="77777777" w:rsidR="002F5D6E" w:rsidRPr="00A222B6" w:rsidRDefault="002F5D6E" w:rsidP="002F5A22">
      <w:pPr>
        <w:pStyle w:val="Pealkiri21"/>
        <w:jc w:val="both"/>
        <w:rPr>
          <w:sz w:val="24"/>
          <w:szCs w:val="24"/>
        </w:rPr>
      </w:pPr>
      <w:r w:rsidRPr="00A222B6">
        <w:rPr>
          <w:sz w:val="24"/>
          <w:szCs w:val="24"/>
        </w:rPr>
        <w:t xml:space="preserve">Poolte vahel lepingu täitmisest tulenevad vaidlused lahendatakse läbirääkimiste teel. Kokkuleppe mittesaavutamisel kuuluvad vaidlused läbivaatamisele õigusaktidega kehtestatud korras. </w:t>
      </w:r>
    </w:p>
    <w:p w14:paraId="0434E1C6" w14:textId="5EDA959C" w:rsidR="002F5D6E" w:rsidRPr="00A222B6" w:rsidRDefault="00246EE5" w:rsidP="002F5A22">
      <w:pPr>
        <w:pStyle w:val="Pealkiri21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89151537"/>
          <w:placeholder>
            <w:docPart w:val="50EF3F8F37E14F3BBF90E1BB2930FED4"/>
          </w:placeholder>
          <w:comboBox>
            <w:listItem w:displayText=" " w:value=" "/>
            <w:listItem w:displayText="Leping on allkirjastatud digitaalselt." w:value="Leping on allkirjastatud digitaalselt."/>
            <w:listItem w:displayText="Leping on allkirjastatud paberkandjal kahes võrdset juriidilist jõudu omavas eksemplaris, millest kumbki pool saab ühe eksemplari." w:value="Leping on allkirjastatud paberkandjal kahes võrdset juriidilist jõudu omavas eksemplaris, millest kumbki pool saab ühe eksemplari."/>
          </w:comboBox>
        </w:sdtPr>
        <w:sdtEndPr/>
        <w:sdtContent>
          <w:r w:rsidR="00106E11">
            <w:rPr>
              <w:sz w:val="24"/>
              <w:szCs w:val="24"/>
            </w:rPr>
            <w:t>Leping on allkirjastatud digitaalselt.</w:t>
          </w:r>
        </w:sdtContent>
      </w:sdt>
    </w:p>
    <w:p w14:paraId="7BC60DDE" w14:textId="77777777" w:rsidR="002F5D6E" w:rsidRDefault="002F5D6E">
      <w:pPr>
        <w:jc w:val="both"/>
        <w:rPr>
          <w:b/>
          <w:bCs/>
          <w:sz w:val="24"/>
        </w:rPr>
      </w:pPr>
    </w:p>
    <w:p w14:paraId="780EEC8A" w14:textId="77777777" w:rsidR="00FF4658" w:rsidRDefault="00FF4658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C02389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6F9563BD" w14:textId="77777777" w:rsidR="00BC487D" w:rsidRDefault="00BC487D">
      <w:pPr>
        <w:jc w:val="both"/>
        <w:rPr>
          <w:sz w:val="24"/>
        </w:rPr>
      </w:pPr>
    </w:p>
    <w:p w14:paraId="5120425E" w14:textId="77777777" w:rsidR="00BC487D" w:rsidRPr="00A8126F" w:rsidRDefault="009F5F5C" w:rsidP="00BC487D">
      <w:pPr>
        <w:tabs>
          <w:tab w:val="left" w:pos="4253"/>
        </w:tabs>
        <w:jc w:val="both"/>
        <w:rPr>
          <w:b/>
          <w:sz w:val="24"/>
        </w:rPr>
      </w:pPr>
      <w:r>
        <w:rPr>
          <w:b/>
          <w:sz w:val="24"/>
        </w:rPr>
        <w:t xml:space="preserve">  </w:t>
      </w:r>
      <w:r w:rsidR="00BC487D">
        <w:rPr>
          <w:b/>
          <w:sz w:val="24"/>
        </w:rPr>
        <w:t>Müüja</w:t>
      </w:r>
      <w:r w:rsidR="00BC487D">
        <w:rPr>
          <w:b/>
          <w:sz w:val="24"/>
        </w:rPr>
        <w:tab/>
      </w:r>
      <w:r w:rsidR="005E0AEE">
        <w:rPr>
          <w:b/>
          <w:sz w:val="24"/>
        </w:rPr>
        <w:tab/>
        <w:t xml:space="preserve">  </w:t>
      </w:r>
      <w:r>
        <w:rPr>
          <w:b/>
          <w:sz w:val="24"/>
        </w:rPr>
        <w:t xml:space="preserve">  </w:t>
      </w:r>
      <w:r w:rsidR="00BC487D">
        <w:rPr>
          <w:b/>
          <w:sz w:val="24"/>
        </w:rPr>
        <w:t>Ostja</w:t>
      </w:r>
    </w:p>
    <w:tbl>
      <w:tblPr>
        <w:tblStyle w:val="Kontuurtabel"/>
        <w:tblW w:w="8634" w:type="dxa"/>
        <w:tblLook w:val="04A0" w:firstRow="1" w:lastRow="0" w:firstColumn="1" w:lastColumn="0" w:noHBand="0" w:noVBand="1"/>
      </w:tblPr>
      <w:tblGrid>
        <w:gridCol w:w="4317"/>
        <w:gridCol w:w="4317"/>
      </w:tblGrid>
      <w:tr w:rsidR="00BC487D" w:rsidRPr="00A8126F" w14:paraId="07216A89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D9F01F7" w14:textId="4FB7FCF9" w:rsidR="00BC487D" w:rsidRPr="00A8126F" w:rsidRDefault="005663D4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STOKKER </w:t>
            </w:r>
            <w:r w:rsidR="00106E11">
              <w:rPr>
                <w:sz w:val="24"/>
              </w:rPr>
              <w:t>AS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381B3733" w14:textId="77777777" w:rsidR="00BC487D" w:rsidRPr="00A8126F" w:rsidRDefault="00BC487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Riigimetsa Majandamise Keskus</w:t>
            </w:r>
          </w:p>
        </w:tc>
      </w:tr>
      <w:tr w:rsidR="00BC487D" w:rsidRPr="00A8126F" w14:paraId="041A024B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2800B66E" w14:textId="29F3153C" w:rsidR="00BC487D" w:rsidRPr="00A8126F" w:rsidRDefault="00C03548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Registrikood</w:t>
            </w:r>
            <w:r w:rsidR="0037535D">
              <w:rPr>
                <w:sz w:val="24"/>
              </w:rPr>
              <w:t xml:space="preserve"> 10165452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3E635754" w14:textId="77777777" w:rsidR="00BC487D" w:rsidRPr="00A8126F" w:rsidRDefault="00AC031D" w:rsidP="00295CE1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Registrikood 70004459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6453AC92" w14:textId="77777777" w:rsidTr="00295CE1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39599A34" w14:textId="77777777" w:rsidR="004112CF" w:rsidRPr="004112CF" w:rsidRDefault="004112CF" w:rsidP="004112CF">
            <w:pPr>
              <w:jc w:val="both"/>
              <w:rPr>
                <w:sz w:val="24"/>
              </w:rPr>
            </w:pPr>
            <w:r w:rsidRPr="004112CF">
              <w:rPr>
                <w:sz w:val="24"/>
              </w:rPr>
              <w:t>Peterburi tee 44 Tallinn</w:t>
            </w:r>
          </w:p>
          <w:p w14:paraId="4B7874C7" w14:textId="77777777" w:rsidR="004112CF" w:rsidRDefault="004112CF" w:rsidP="004112CF">
            <w:pPr>
              <w:jc w:val="both"/>
              <w:rPr>
                <w:sz w:val="24"/>
              </w:rPr>
            </w:pPr>
            <w:r w:rsidRPr="004112CF">
              <w:rPr>
                <w:sz w:val="24"/>
              </w:rPr>
              <w:t>11415, Estonia</w:t>
            </w:r>
          </w:p>
          <w:p w14:paraId="6946998D" w14:textId="0D453CF5" w:rsidR="00495E6D" w:rsidRPr="00A8126F" w:rsidRDefault="00495E6D" w:rsidP="004112CF">
            <w:pPr>
              <w:jc w:val="both"/>
              <w:rPr>
                <w:b/>
                <w:sz w:val="24"/>
              </w:rPr>
            </w:pPr>
            <w:r w:rsidRPr="00A8126F">
              <w:rPr>
                <w:sz w:val="24"/>
              </w:rPr>
              <w:t>Tel</w:t>
            </w:r>
            <w:r w:rsidR="0050624E">
              <w:rPr>
                <w:sz w:val="24"/>
              </w:rPr>
              <w:t>.</w:t>
            </w:r>
            <w:r w:rsidRPr="00A8126F">
              <w:rPr>
                <w:sz w:val="24"/>
              </w:rPr>
              <w:t xml:space="preserve"> </w:t>
            </w:r>
            <w:r w:rsidR="004112CF" w:rsidRPr="004112CF">
              <w:rPr>
                <w:sz w:val="24"/>
              </w:rPr>
              <w:t>655 55 11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547DA3D8" w14:textId="77777777" w:rsidR="00495E6D" w:rsidRDefault="009F5F5C" w:rsidP="00295CE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Mõisa/3, </w:t>
            </w:r>
            <w:r w:rsidR="00495E6D">
              <w:rPr>
                <w:sz w:val="24"/>
              </w:rPr>
              <w:t xml:space="preserve">Sagadi küla, </w:t>
            </w:r>
            <w:r w:rsidR="00160E31">
              <w:rPr>
                <w:sz w:val="24"/>
              </w:rPr>
              <w:t>Haljala</w:t>
            </w:r>
            <w:r w:rsidR="000078C2">
              <w:rPr>
                <w:sz w:val="24"/>
              </w:rPr>
              <w:t xml:space="preserve"> vald</w:t>
            </w:r>
          </w:p>
          <w:p w14:paraId="73036557" w14:textId="77777777" w:rsidR="00BC487D" w:rsidRPr="00A8126F" w:rsidRDefault="00160E31" w:rsidP="00295CE1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45403 </w:t>
            </w:r>
            <w:r w:rsidR="00495E6D">
              <w:rPr>
                <w:sz w:val="24"/>
              </w:rPr>
              <w:t>Lääne-Viru maakond</w:t>
            </w:r>
            <w:r w:rsidR="00BC487D" w:rsidRPr="00A8126F">
              <w:rPr>
                <w:sz w:val="24"/>
              </w:rPr>
              <w:tab/>
            </w:r>
          </w:p>
        </w:tc>
      </w:tr>
      <w:tr w:rsidR="00BC487D" w:rsidRPr="00A8126F" w14:paraId="5E017D02" w14:textId="77777777" w:rsidTr="00C02389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9104184" w14:textId="6F22F4C3" w:rsidR="00BC487D" w:rsidRPr="00A8126F" w:rsidRDefault="00495E6D" w:rsidP="00495E6D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E-post</w:t>
            </w:r>
            <w:r w:rsidR="00106E11">
              <w:rPr>
                <w:sz w:val="24"/>
              </w:rPr>
              <w:t xml:space="preserve">    klient@stokker.com</w:t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</w:tcPr>
          <w:p w14:paraId="7FAE550B" w14:textId="77777777" w:rsidR="00BC487D" w:rsidRPr="00A8126F" w:rsidRDefault="00BC487D" w:rsidP="00C02389">
            <w:pPr>
              <w:jc w:val="both"/>
              <w:rPr>
                <w:sz w:val="24"/>
              </w:rPr>
            </w:pPr>
            <w:r w:rsidRPr="00A8126F">
              <w:rPr>
                <w:sz w:val="24"/>
              </w:rPr>
              <w:t xml:space="preserve">Tel </w:t>
            </w:r>
            <w:r w:rsidR="00C02389">
              <w:rPr>
                <w:sz w:val="24"/>
              </w:rPr>
              <w:t>676 7500</w:t>
            </w:r>
          </w:p>
        </w:tc>
      </w:tr>
    </w:tbl>
    <w:p w14:paraId="7A2592DC" w14:textId="77777777" w:rsidR="00BC487D" w:rsidRPr="00C02389" w:rsidRDefault="00C02389" w:rsidP="00BC487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C03548">
        <w:rPr>
          <w:sz w:val="24"/>
        </w:rPr>
        <w:t xml:space="preserve">  </w:t>
      </w:r>
      <w:r w:rsidR="00495E6D">
        <w:rPr>
          <w:sz w:val="24"/>
        </w:rPr>
        <w:tab/>
      </w:r>
      <w:r w:rsidR="00495E6D">
        <w:rPr>
          <w:sz w:val="24"/>
        </w:rPr>
        <w:tab/>
      </w:r>
      <w:r w:rsidR="00495E6D">
        <w:rPr>
          <w:sz w:val="24"/>
        </w:rPr>
        <w:tab/>
        <w:t xml:space="preserve">  </w:t>
      </w:r>
      <w:r w:rsidR="009F5F5C">
        <w:rPr>
          <w:sz w:val="24"/>
        </w:rPr>
        <w:t xml:space="preserve">  </w:t>
      </w:r>
      <w:r>
        <w:rPr>
          <w:sz w:val="24"/>
        </w:rPr>
        <w:t>E-post rmk@rmk.ee</w:t>
      </w:r>
    </w:p>
    <w:p w14:paraId="0E7FF9A9" w14:textId="77777777" w:rsidR="00A222B6" w:rsidRDefault="00A222B6" w:rsidP="00A222B6">
      <w:pPr>
        <w:rPr>
          <w:b/>
          <w:szCs w:val="24"/>
        </w:rPr>
      </w:pPr>
    </w:p>
    <w:tbl>
      <w:tblPr>
        <w:tblStyle w:val="Kontuurtabel"/>
        <w:tblW w:w="8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3"/>
        <w:gridCol w:w="4011"/>
      </w:tblGrid>
      <w:tr w:rsidR="00A222B6" w:rsidRPr="00A222B6" w14:paraId="4893B318" w14:textId="77777777" w:rsidTr="00A222B6">
        <w:trPr>
          <w:trHeight w:val="749"/>
        </w:trPr>
        <w:tc>
          <w:tcPr>
            <w:tcW w:w="4493" w:type="dxa"/>
            <w:vAlign w:val="bottom"/>
            <w:hideMark/>
          </w:tcPr>
          <w:p w14:paraId="5E99860F" w14:textId="43288CB7" w:rsidR="00A222B6" w:rsidRPr="00A222B6" w:rsidRDefault="00246EE5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65944659"/>
                <w:placeholder>
                  <w:docPart w:val="D88049E3431B4A2898EFB3A29345ACF3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337FE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  <w:tc>
          <w:tcPr>
            <w:tcW w:w="4011" w:type="dxa"/>
            <w:vAlign w:val="bottom"/>
            <w:hideMark/>
          </w:tcPr>
          <w:p w14:paraId="42B8DA18" w14:textId="2DC77756" w:rsidR="00A222B6" w:rsidRPr="00A222B6" w:rsidRDefault="00246EE5">
            <w:pPr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5649533"/>
                <w:placeholder>
                  <w:docPart w:val="F726BD3CA1594EBFA2862339107CB075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7337FE">
                  <w:rPr>
                    <w:sz w:val="24"/>
                    <w:szCs w:val="24"/>
                  </w:rPr>
                  <w:t>(allkirjastatud digitaalselt)</w:t>
                </w:r>
              </w:sdtContent>
            </w:sdt>
          </w:p>
        </w:tc>
      </w:tr>
    </w:tbl>
    <w:tbl>
      <w:tblPr>
        <w:tblW w:w="100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  <w:gridCol w:w="710"/>
        <w:gridCol w:w="710"/>
      </w:tblGrid>
      <w:tr w:rsidR="00A222B6" w:rsidRPr="00A222B6" w14:paraId="009AC510" w14:textId="77777777" w:rsidTr="00A222B6">
        <w:trPr>
          <w:trHeight w:val="600"/>
        </w:trPr>
        <w:tc>
          <w:tcPr>
            <w:tcW w:w="4411" w:type="dxa"/>
            <w:vAlign w:val="bottom"/>
          </w:tcPr>
          <w:p w14:paraId="654A7A88" w14:textId="77777777" w:rsidR="00A222B6" w:rsidRPr="00A222B6" w:rsidRDefault="00A222B6">
            <w:pPr>
              <w:tabs>
                <w:tab w:val="left" w:pos="4320"/>
              </w:tabs>
              <w:spacing w:after="240"/>
              <w:rPr>
                <w:position w:val="9"/>
                <w:sz w:val="24"/>
                <w:szCs w:val="24"/>
              </w:rPr>
            </w:pPr>
          </w:p>
        </w:tc>
        <w:tc>
          <w:tcPr>
            <w:tcW w:w="4192" w:type="dxa"/>
            <w:vAlign w:val="bottom"/>
          </w:tcPr>
          <w:p w14:paraId="754B92F0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6F50F1BA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  <w:tc>
          <w:tcPr>
            <w:tcW w:w="710" w:type="dxa"/>
          </w:tcPr>
          <w:p w14:paraId="0F56662F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</w:rPr>
            </w:pPr>
          </w:p>
        </w:tc>
      </w:tr>
      <w:tr w:rsidR="00A222B6" w:rsidRPr="00A222B6" w14:paraId="0FDC062C" w14:textId="77777777" w:rsidTr="00A222B6">
        <w:trPr>
          <w:trHeight w:val="363"/>
        </w:trPr>
        <w:tc>
          <w:tcPr>
            <w:tcW w:w="4411" w:type="dxa"/>
            <w:vAlign w:val="bottom"/>
            <w:hideMark/>
          </w:tcPr>
          <w:p w14:paraId="4C869BD4" w14:textId="64CA0F72" w:rsidR="00A222B6" w:rsidRPr="00A222B6" w:rsidRDefault="004112CF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Andres Ivask</w:t>
            </w:r>
          </w:p>
        </w:tc>
        <w:tc>
          <w:tcPr>
            <w:tcW w:w="4192" w:type="dxa"/>
            <w:vAlign w:val="bottom"/>
            <w:hideMark/>
          </w:tcPr>
          <w:p w14:paraId="6314E384" w14:textId="11A5B1F8" w:rsidR="00A222B6" w:rsidRPr="00A222B6" w:rsidRDefault="007337FE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Tiia Ilmet</w:t>
            </w:r>
          </w:p>
        </w:tc>
        <w:tc>
          <w:tcPr>
            <w:tcW w:w="710" w:type="dxa"/>
          </w:tcPr>
          <w:p w14:paraId="3369198B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  <w:tc>
          <w:tcPr>
            <w:tcW w:w="710" w:type="dxa"/>
          </w:tcPr>
          <w:p w14:paraId="6205B41F" w14:textId="77777777" w:rsidR="00A222B6" w:rsidRPr="00A222B6" w:rsidRDefault="00A222B6">
            <w:pPr>
              <w:tabs>
                <w:tab w:val="left" w:pos="4320"/>
              </w:tabs>
              <w:rPr>
                <w:sz w:val="24"/>
                <w:szCs w:val="24"/>
                <w:lang w:val="en-AU"/>
              </w:rPr>
            </w:pPr>
          </w:p>
        </w:tc>
      </w:tr>
    </w:tbl>
    <w:p w14:paraId="06E57199" w14:textId="77777777" w:rsidR="00FF4658" w:rsidRDefault="00FF4658" w:rsidP="00EE0A3A">
      <w:pPr>
        <w:jc w:val="both"/>
        <w:rPr>
          <w:sz w:val="24"/>
        </w:rPr>
      </w:pPr>
    </w:p>
    <w:sectPr w:rsidR="00FF4658" w:rsidSect="00001E58">
      <w:headerReference w:type="even" r:id="rId7"/>
      <w:headerReference w:type="default" r:id="rId8"/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A93F1" w14:textId="77777777" w:rsidR="005121BD" w:rsidRDefault="005121BD">
      <w:r>
        <w:separator/>
      </w:r>
    </w:p>
  </w:endnote>
  <w:endnote w:type="continuationSeparator" w:id="0">
    <w:p w14:paraId="01A2BF2F" w14:textId="77777777" w:rsidR="005121BD" w:rsidRDefault="0051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ter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51CBB" w14:textId="77777777" w:rsidR="005121BD" w:rsidRDefault="005121BD">
      <w:r>
        <w:separator/>
      </w:r>
    </w:p>
  </w:footnote>
  <w:footnote w:type="continuationSeparator" w:id="0">
    <w:p w14:paraId="1C19A0FC" w14:textId="77777777" w:rsidR="005121BD" w:rsidRDefault="00512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F1F92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56AD80B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D1CBF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0078C2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284C298" w14:textId="77777777" w:rsidR="00001E58" w:rsidRPr="00001E58" w:rsidRDefault="00001E58" w:rsidP="00116E13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7E6A5F"/>
    <w:multiLevelType w:val="multilevel"/>
    <w:tmpl w:val="DF6A8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0EF00F7"/>
    <w:multiLevelType w:val="multilevel"/>
    <w:tmpl w:val="8ACE73A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8558546">
    <w:abstractNumId w:val="0"/>
  </w:num>
  <w:num w:numId="2" w16cid:durableId="1096292475">
    <w:abstractNumId w:val="2"/>
  </w:num>
  <w:num w:numId="3" w16cid:durableId="867059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67"/>
    <w:rsid w:val="00001E58"/>
    <w:rsid w:val="000078C2"/>
    <w:rsid w:val="00053571"/>
    <w:rsid w:val="000A17B6"/>
    <w:rsid w:val="000E0CFA"/>
    <w:rsid w:val="00106E11"/>
    <w:rsid w:val="00116E13"/>
    <w:rsid w:val="00127339"/>
    <w:rsid w:val="00135924"/>
    <w:rsid w:val="001524DB"/>
    <w:rsid w:val="00160E31"/>
    <w:rsid w:val="00172954"/>
    <w:rsid w:val="00174068"/>
    <w:rsid w:val="00193DC6"/>
    <w:rsid w:val="001A0A50"/>
    <w:rsid w:val="001A3EFC"/>
    <w:rsid w:val="001B71D9"/>
    <w:rsid w:val="001D1C87"/>
    <w:rsid w:val="001E1F66"/>
    <w:rsid w:val="00215CB7"/>
    <w:rsid w:val="00246EE5"/>
    <w:rsid w:val="002522FF"/>
    <w:rsid w:val="00257477"/>
    <w:rsid w:val="002B75B8"/>
    <w:rsid w:val="002F5A22"/>
    <w:rsid w:val="002F5D6E"/>
    <w:rsid w:val="00315825"/>
    <w:rsid w:val="0032226A"/>
    <w:rsid w:val="003313BE"/>
    <w:rsid w:val="00342061"/>
    <w:rsid w:val="0037535D"/>
    <w:rsid w:val="00375FD9"/>
    <w:rsid w:val="00376724"/>
    <w:rsid w:val="003A6397"/>
    <w:rsid w:val="003C5EAB"/>
    <w:rsid w:val="003C6883"/>
    <w:rsid w:val="003C6B4B"/>
    <w:rsid w:val="003F3D94"/>
    <w:rsid w:val="004002AC"/>
    <w:rsid w:val="004112CF"/>
    <w:rsid w:val="0042126E"/>
    <w:rsid w:val="0042445A"/>
    <w:rsid w:val="0042726C"/>
    <w:rsid w:val="00466A2D"/>
    <w:rsid w:val="00477E62"/>
    <w:rsid w:val="00493509"/>
    <w:rsid w:val="004955EC"/>
    <w:rsid w:val="00495E6D"/>
    <w:rsid w:val="004A7E08"/>
    <w:rsid w:val="004B79C0"/>
    <w:rsid w:val="0050624E"/>
    <w:rsid w:val="00507822"/>
    <w:rsid w:val="005121BD"/>
    <w:rsid w:val="00514986"/>
    <w:rsid w:val="00514AF9"/>
    <w:rsid w:val="005346B3"/>
    <w:rsid w:val="005657EC"/>
    <w:rsid w:val="005663D4"/>
    <w:rsid w:val="00570613"/>
    <w:rsid w:val="005A72AD"/>
    <w:rsid w:val="005B6827"/>
    <w:rsid w:val="005C78B8"/>
    <w:rsid w:val="005E0AEE"/>
    <w:rsid w:val="00604CC3"/>
    <w:rsid w:val="0061754F"/>
    <w:rsid w:val="00631C3F"/>
    <w:rsid w:val="00646A9F"/>
    <w:rsid w:val="00646D89"/>
    <w:rsid w:val="006471CF"/>
    <w:rsid w:val="00665EB8"/>
    <w:rsid w:val="00676208"/>
    <w:rsid w:val="00705089"/>
    <w:rsid w:val="007102FD"/>
    <w:rsid w:val="00710A4D"/>
    <w:rsid w:val="007337FE"/>
    <w:rsid w:val="007524CD"/>
    <w:rsid w:val="007A48E0"/>
    <w:rsid w:val="007C4067"/>
    <w:rsid w:val="007D6FCF"/>
    <w:rsid w:val="007E1E13"/>
    <w:rsid w:val="00817617"/>
    <w:rsid w:val="00823645"/>
    <w:rsid w:val="00856A95"/>
    <w:rsid w:val="00937F91"/>
    <w:rsid w:val="0098076C"/>
    <w:rsid w:val="0098593A"/>
    <w:rsid w:val="009B4B39"/>
    <w:rsid w:val="009B7BFD"/>
    <w:rsid w:val="009F5F5C"/>
    <w:rsid w:val="00A069C6"/>
    <w:rsid w:val="00A06EA2"/>
    <w:rsid w:val="00A222B6"/>
    <w:rsid w:val="00A22C06"/>
    <w:rsid w:val="00A7198C"/>
    <w:rsid w:val="00AB1925"/>
    <w:rsid w:val="00AC031D"/>
    <w:rsid w:val="00AC5B1C"/>
    <w:rsid w:val="00AF5453"/>
    <w:rsid w:val="00B32092"/>
    <w:rsid w:val="00B52F43"/>
    <w:rsid w:val="00BC487D"/>
    <w:rsid w:val="00BC6A87"/>
    <w:rsid w:val="00BD16AF"/>
    <w:rsid w:val="00BD75AE"/>
    <w:rsid w:val="00BF0A63"/>
    <w:rsid w:val="00BF6228"/>
    <w:rsid w:val="00C02389"/>
    <w:rsid w:val="00C03548"/>
    <w:rsid w:val="00C10FA3"/>
    <w:rsid w:val="00C345C9"/>
    <w:rsid w:val="00C4236F"/>
    <w:rsid w:val="00C56357"/>
    <w:rsid w:val="00C61A06"/>
    <w:rsid w:val="00C762F1"/>
    <w:rsid w:val="00C97FCC"/>
    <w:rsid w:val="00CA4EAC"/>
    <w:rsid w:val="00CC7BBC"/>
    <w:rsid w:val="00CD0A8B"/>
    <w:rsid w:val="00CE22A4"/>
    <w:rsid w:val="00CF3E87"/>
    <w:rsid w:val="00D016BF"/>
    <w:rsid w:val="00D10585"/>
    <w:rsid w:val="00D73769"/>
    <w:rsid w:val="00D75448"/>
    <w:rsid w:val="00DA7FC8"/>
    <w:rsid w:val="00DB41F9"/>
    <w:rsid w:val="00DC2F7A"/>
    <w:rsid w:val="00DF030D"/>
    <w:rsid w:val="00DF1C9F"/>
    <w:rsid w:val="00E02004"/>
    <w:rsid w:val="00E1252D"/>
    <w:rsid w:val="00E1280F"/>
    <w:rsid w:val="00E14503"/>
    <w:rsid w:val="00E20C9A"/>
    <w:rsid w:val="00E220E5"/>
    <w:rsid w:val="00E32105"/>
    <w:rsid w:val="00E54136"/>
    <w:rsid w:val="00E5436D"/>
    <w:rsid w:val="00E67EB3"/>
    <w:rsid w:val="00E96A4F"/>
    <w:rsid w:val="00EC74C9"/>
    <w:rsid w:val="00EE0A3A"/>
    <w:rsid w:val="00EE7062"/>
    <w:rsid w:val="00EF2C43"/>
    <w:rsid w:val="00F8083E"/>
    <w:rsid w:val="00FE60D4"/>
    <w:rsid w:val="00FE73D0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60BF0"/>
  <w15:docId w15:val="{C0FF0646-B95D-4DFB-9D27-9FAB1683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BC4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CD0A8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CD0A8B"/>
    <w:rPr>
      <w:rFonts w:ascii="Tahoma" w:hAnsi="Tahoma" w:cs="Tahoma"/>
      <w:sz w:val="16"/>
      <w:szCs w:val="16"/>
      <w:lang w:eastAsia="en-US"/>
    </w:rPr>
  </w:style>
  <w:style w:type="character" w:styleId="Kommentaariviide">
    <w:name w:val="annotation reference"/>
    <w:basedOn w:val="Liguvaikefont"/>
    <w:semiHidden/>
    <w:unhideWhenUsed/>
    <w:rsid w:val="004002A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4002AC"/>
  </w:style>
  <w:style w:type="character" w:customStyle="1" w:styleId="KommentaaritekstMrk">
    <w:name w:val="Kommentaari tekst Märk"/>
    <w:basedOn w:val="Liguvaikefont"/>
    <w:link w:val="Kommentaaritekst"/>
    <w:semiHidden/>
    <w:rsid w:val="004002AC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4002A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4002AC"/>
    <w:rPr>
      <w:b/>
      <w:bCs/>
      <w:lang w:eastAsia="en-US"/>
    </w:rPr>
  </w:style>
  <w:style w:type="paragraph" w:customStyle="1" w:styleId="Pealkiri11">
    <w:name w:val="Pealkiri 11"/>
    <w:basedOn w:val="Normaallaad"/>
    <w:rsid w:val="00A222B6"/>
    <w:pPr>
      <w:numPr>
        <w:numId w:val="2"/>
      </w:numPr>
    </w:pPr>
  </w:style>
  <w:style w:type="paragraph" w:customStyle="1" w:styleId="Pealkiri21">
    <w:name w:val="Pealkiri 21"/>
    <w:basedOn w:val="Normaallaad"/>
    <w:rsid w:val="00A222B6"/>
    <w:pPr>
      <w:numPr>
        <w:ilvl w:val="1"/>
        <w:numId w:val="2"/>
      </w:numPr>
    </w:pPr>
  </w:style>
  <w:style w:type="paragraph" w:customStyle="1" w:styleId="Pealkiri31">
    <w:name w:val="Pealkiri 31"/>
    <w:basedOn w:val="Normaallaad"/>
    <w:rsid w:val="00A222B6"/>
    <w:pPr>
      <w:numPr>
        <w:ilvl w:val="2"/>
        <w:numId w:val="2"/>
      </w:numPr>
    </w:pPr>
  </w:style>
  <w:style w:type="paragraph" w:customStyle="1" w:styleId="Pealkiri41">
    <w:name w:val="Pealkiri 41"/>
    <w:basedOn w:val="Normaallaad"/>
    <w:rsid w:val="00A222B6"/>
    <w:pPr>
      <w:numPr>
        <w:ilvl w:val="3"/>
        <w:numId w:val="2"/>
      </w:numPr>
    </w:pPr>
  </w:style>
  <w:style w:type="paragraph" w:customStyle="1" w:styleId="Pealkiri51">
    <w:name w:val="Pealkiri 51"/>
    <w:basedOn w:val="Normaallaad"/>
    <w:rsid w:val="00A222B6"/>
    <w:pPr>
      <w:numPr>
        <w:ilvl w:val="4"/>
        <w:numId w:val="2"/>
      </w:numPr>
    </w:pPr>
  </w:style>
  <w:style w:type="paragraph" w:customStyle="1" w:styleId="Pealkiri61">
    <w:name w:val="Pealkiri 61"/>
    <w:basedOn w:val="Normaallaad"/>
    <w:rsid w:val="00A222B6"/>
    <w:pPr>
      <w:numPr>
        <w:ilvl w:val="5"/>
        <w:numId w:val="2"/>
      </w:numPr>
    </w:pPr>
  </w:style>
  <w:style w:type="paragraph" w:customStyle="1" w:styleId="Pealkiri71">
    <w:name w:val="Pealkiri 71"/>
    <w:basedOn w:val="Normaallaad"/>
    <w:rsid w:val="00A222B6"/>
    <w:pPr>
      <w:numPr>
        <w:ilvl w:val="6"/>
        <w:numId w:val="2"/>
      </w:numPr>
    </w:pPr>
  </w:style>
  <w:style w:type="paragraph" w:customStyle="1" w:styleId="Pealkiri81">
    <w:name w:val="Pealkiri 81"/>
    <w:basedOn w:val="Normaallaad"/>
    <w:rsid w:val="00A222B6"/>
    <w:pPr>
      <w:numPr>
        <w:ilvl w:val="7"/>
        <w:numId w:val="2"/>
      </w:numPr>
    </w:pPr>
  </w:style>
  <w:style w:type="paragraph" w:customStyle="1" w:styleId="Pealkiri91">
    <w:name w:val="Pealkiri 91"/>
    <w:basedOn w:val="Normaallaad"/>
    <w:rsid w:val="00A222B6"/>
    <w:pPr>
      <w:numPr>
        <w:ilvl w:val="8"/>
        <w:numId w:val="2"/>
      </w:numPr>
    </w:pPr>
  </w:style>
  <w:style w:type="paragraph" w:styleId="Loendilik">
    <w:name w:val="List Paragraph"/>
    <w:basedOn w:val="Normaallaad"/>
    <w:uiPriority w:val="34"/>
    <w:qFormat/>
    <w:rsid w:val="00A22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Downloads\m&#252;&#252;gileping%20kus%20rmk%20on%20ostja%20(8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AAF475B6BFE41B8A109C4992F226A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CB7E1-0615-45AA-B9BC-0ACA1114C679}"/>
      </w:docPartPr>
      <w:docPartBody>
        <w:p w:rsidR="00144649" w:rsidRDefault="00144649">
          <w:pPr>
            <w:pStyle w:val="1AAF475B6BFE41B8A109C4992F226A8E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F49A35FE2DC04B509D6501B94652F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60CC9-0956-44C9-AD69-38744AE885CA}"/>
      </w:docPartPr>
      <w:docPartBody>
        <w:p w:rsidR="00144649" w:rsidRDefault="00144649">
          <w:pPr>
            <w:pStyle w:val="F49A35FE2DC04B509D6501B94652F5FA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99DEA9B1C0404B73AE3C1B2025B86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3D00E-2291-4904-9546-682A7D00FE1E}"/>
      </w:docPartPr>
      <w:docPartBody>
        <w:p w:rsidR="00144649" w:rsidRDefault="00144649">
          <w:pPr>
            <w:pStyle w:val="99DEA9B1C0404B73AE3C1B2025B86DBA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7526E721E18A4AC5A9C209A1820389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3E421-7C4D-4B6E-9631-974DF38FB63C}"/>
      </w:docPartPr>
      <w:docPartBody>
        <w:p w:rsidR="00144649" w:rsidRDefault="00144649">
          <w:pPr>
            <w:pStyle w:val="7526E721E18A4AC5A9C209A18203898D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50EF3F8F37E14F3BBF90E1BB2930F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F72DA3-B5D6-43F7-A924-7011A181909E}"/>
      </w:docPartPr>
      <w:docPartBody>
        <w:p w:rsidR="00144649" w:rsidRDefault="00144649">
          <w:pPr>
            <w:pStyle w:val="50EF3F8F37E14F3BBF90E1BB2930FED4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D88049E3431B4A2898EFB3A29345AC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C2686-DF0E-4619-8C53-5EB3F189C866}"/>
      </w:docPartPr>
      <w:docPartBody>
        <w:p w:rsidR="00144649" w:rsidRDefault="00144649">
          <w:pPr>
            <w:pStyle w:val="D88049E3431B4A2898EFB3A29345ACF3"/>
          </w:pPr>
          <w:r>
            <w:rPr>
              <w:rStyle w:val="Kohatitetekst"/>
            </w:rPr>
            <w:t>Choose an item.</w:t>
          </w:r>
        </w:p>
      </w:docPartBody>
    </w:docPart>
    <w:docPart>
      <w:docPartPr>
        <w:name w:val="F726BD3CA1594EBFA2862339107CB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74896-8B92-46C5-A2F2-863015EB85CD}"/>
      </w:docPartPr>
      <w:docPartBody>
        <w:p w:rsidR="00144649" w:rsidRDefault="00144649">
          <w:pPr>
            <w:pStyle w:val="F726BD3CA1594EBFA2862339107CB075"/>
          </w:pPr>
          <w:r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ter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649"/>
    <w:rsid w:val="00071A70"/>
    <w:rsid w:val="00144649"/>
    <w:rsid w:val="00172954"/>
    <w:rsid w:val="003313BE"/>
    <w:rsid w:val="0042445A"/>
    <w:rsid w:val="00570613"/>
    <w:rsid w:val="00604CC3"/>
    <w:rsid w:val="0089116C"/>
    <w:rsid w:val="0098076C"/>
    <w:rsid w:val="00A30E09"/>
    <w:rsid w:val="00E02004"/>
    <w:rsid w:val="00E3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1AAF475B6BFE41B8A109C4992F226A8E">
    <w:name w:val="1AAF475B6BFE41B8A109C4992F226A8E"/>
  </w:style>
  <w:style w:type="paragraph" w:customStyle="1" w:styleId="F49A35FE2DC04B509D6501B94652F5FA">
    <w:name w:val="F49A35FE2DC04B509D6501B94652F5FA"/>
  </w:style>
  <w:style w:type="paragraph" w:customStyle="1" w:styleId="99DEA9B1C0404B73AE3C1B2025B86DBA">
    <w:name w:val="99DEA9B1C0404B73AE3C1B2025B86DBA"/>
  </w:style>
  <w:style w:type="paragraph" w:customStyle="1" w:styleId="7526E721E18A4AC5A9C209A18203898D">
    <w:name w:val="7526E721E18A4AC5A9C209A18203898D"/>
  </w:style>
  <w:style w:type="paragraph" w:customStyle="1" w:styleId="50EF3F8F37E14F3BBF90E1BB2930FED4">
    <w:name w:val="50EF3F8F37E14F3BBF90E1BB2930FED4"/>
  </w:style>
  <w:style w:type="paragraph" w:customStyle="1" w:styleId="D88049E3431B4A2898EFB3A29345ACF3">
    <w:name w:val="D88049E3431B4A2898EFB3A29345ACF3"/>
  </w:style>
  <w:style w:type="paragraph" w:customStyle="1" w:styleId="F726BD3CA1594EBFA2862339107CB075">
    <w:name w:val="F726BD3CA1594EBFA2862339107CB0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müügileping kus rmk on ostja (8).dotx</Template>
  <TotalTime>2</TotalTime>
  <Pages>2</Pages>
  <Words>390</Words>
  <Characters>2802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Marge Rebane</dc:creator>
  <dc:description>ostu-müügileping kaupadele</dc:description>
  <cp:lastModifiedBy>Tiia Ilmet</cp:lastModifiedBy>
  <cp:revision>3</cp:revision>
  <cp:lastPrinted>2003-04-08T06:30:00Z</cp:lastPrinted>
  <dcterms:created xsi:type="dcterms:W3CDTF">2025-06-13T05:57:00Z</dcterms:created>
  <dcterms:modified xsi:type="dcterms:W3CDTF">2025-06-13T05:58:00Z</dcterms:modified>
</cp:coreProperties>
</file>